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CE6C8" w14:textId="77777777" w:rsidR="009C531C" w:rsidRDefault="009C531C" w:rsidP="00044CAF">
      <w:pPr>
        <w:spacing w:after="0" w:line="240" w:lineRule="auto"/>
        <w:rPr>
          <w:rFonts w:ascii="Trebuchet MS" w:hAnsi="Trebuchet MS"/>
          <w:sz w:val="24"/>
        </w:rPr>
      </w:pPr>
      <w:bookmarkStart w:id="0" w:name="_GoBack"/>
      <w:bookmarkEnd w:id="0"/>
    </w:p>
    <w:p w14:paraId="15EE5569" w14:textId="77777777" w:rsidR="009C531C" w:rsidRDefault="009C531C" w:rsidP="00044CAF">
      <w:pPr>
        <w:spacing w:after="0" w:line="240" w:lineRule="auto"/>
        <w:rPr>
          <w:rFonts w:ascii="Trebuchet MS" w:hAnsi="Trebuchet MS"/>
          <w:sz w:val="24"/>
        </w:rPr>
      </w:pPr>
    </w:p>
    <w:p w14:paraId="2CEC4397" w14:textId="77777777" w:rsidR="009C531C" w:rsidRDefault="009C531C" w:rsidP="00044CAF">
      <w:pPr>
        <w:spacing w:after="0" w:line="240" w:lineRule="auto"/>
        <w:rPr>
          <w:rFonts w:ascii="Trebuchet MS" w:hAnsi="Trebuchet MS"/>
          <w:sz w:val="24"/>
        </w:rPr>
      </w:pPr>
    </w:p>
    <w:p w14:paraId="164D9C80" w14:textId="317C305C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Dear Parents</w:t>
      </w:r>
    </w:p>
    <w:p w14:paraId="5D9B7FA1" w14:textId="77777777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</w:p>
    <w:p w14:paraId="3E8ABC00" w14:textId="21A21273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 xml:space="preserve">Your son/daughter is under age 18 at 1 January and has indicated he/she wishes to play adult rugby in </w:t>
      </w:r>
      <w:r w:rsidRPr="004B5A32">
        <w:rPr>
          <w:rFonts w:ascii="Trebuchet MS" w:hAnsi="Trebuchet MS"/>
          <w:sz w:val="24"/>
          <w:highlight w:val="lightGray"/>
        </w:rPr>
        <w:t>&lt;&lt;INSERT UNION&gt;&gt;.</w:t>
      </w:r>
      <w:r>
        <w:rPr>
          <w:rFonts w:ascii="Trebuchet MS" w:hAnsi="Trebuchet MS"/>
          <w:sz w:val="24"/>
        </w:rPr>
        <w:t xml:space="preserve">  Under New Zealand Community Rugby Policy #9 </w:t>
      </w:r>
      <w:r w:rsidRPr="004B5A32">
        <w:rPr>
          <w:rFonts w:ascii="Trebuchet MS" w:hAnsi="Trebuchet MS"/>
          <w:sz w:val="24"/>
          <w:highlight w:val="lightGray"/>
        </w:rPr>
        <w:t>&lt;&lt;INSERT NAME&gt;&gt;</w:t>
      </w:r>
      <w:r>
        <w:rPr>
          <w:rFonts w:ascii="Trebuchet MS" w:hAnsi="Trebuchet MS"/>
          <w:sz w:val="24"/>
        </w:rPr>
        <w:t xml:space="preserve"> is required to obtain permission from their parent/guardian/caregiver for this to occur.</w:t>
      </w:r>
    </w:p>
    <w:p w14:paraId="5680AE0D" w14:textId="77777777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</w:p>
    <w:p w14:paraId="5DD765BD" w14:textId="1EDDA0D7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Please complete the form below and return it to your Team’s Manager.</w:t>
      </w:r>
    </w:p>
    <w:p w14:paraId="50EC9359" w14:textId="77777777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</w:p>
    <w:p w14:paraId="599B5F8B" w14:textId="77777777" w:rsidR="004B5A32" w:rsidRDefault="004B5A32" w:rsidP="00044CAF">
      <w:pPr>
        <w:spacing w:after="0" w:line="240" w:lineRule="auto"/>
        <w:rPr>
          <w:rFonts w:ascii="Trebuchet MS" w:hAnsi="Trebuchet MS"/>
          <w:sz w:val="24"/>
        </w:rPr>
      </w:pPr>
    </w:p>
    <w:p w14:paraId="46EBAD8B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0C037895" w14:textId="035CCBF8" w:rsidR="004B5A32" w:rsidRP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rebuchet MS" w:hAnsi="Trebuchet MS"/>
          <w:b/>
          <w:sz w:val="32"/>
        </w:rPr>
      </w:pPr>
      <w:r w:rsidRPr="004B5A32">
        <w:rPr>
          <w:rFonts w:ascii="Trebuchet MS" w:hAnsi="Trebuchet MS"/>
          <w:b/>
          <w:sz w:val="32"/>
        </w:rPr>
        <w:t>PERMISSION SLIP</w:t>
      </w:r>
    </w:p>
    <w:p w14:paraId="081AB34A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1A099168" w14:textId="47281642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Player’s Name: ___________________________________________</w:t>
      </w:r>
    </w:p>
    <w:p w14:paraId="6EEE4DB5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67EAC567" w14:textId="075EE666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I give permission for my son/daughter to pla</w:t>
      </w:r>
      <w:r w:rsidR="0066738E">
        <w:rPr>
          <w:rFonts w:ascii="Trebuchet MS" w:hAnsi="Trebuchet MS"/>
          <w:sz w:val="24"/>
        </w:rPr>
        <w:t xml:space="preserve">y rugby for the </w:t>
      </w:r>
      <w:r w:rsidR="0066738E" w:rsidRPr="0066738E">
        <w:rPr>
          <w:rFonts w:ascii="Trebuchet MS" w:hAnsi="Trebuchet MS"/>
          <w:sz w:val="24"/>
          <w:highlight w:val="lightGray"/>
        </w:rPr>
        <w:t>&lt;&lt;INSERT CLUB&gt;&gt;</w:t>
      </w:r>
      <w:r>
        <w:rPr>
          <w:rFonts w:ascii="Trebuchet MS" w:hAnsi="Trebuchet MS"/>
          <w:sz w:val="24"/>
        </w:rPr>
        <w:t xml:space="preserve"> club in the </w:t>
      </w:r>
      <w:r w:rsidRPr="0066738E">
        <w:rPr>
          <w:rFonts w:ascii="Trebuchet MS" w:hAnsi="Trebuchet MS"/>
          <w:sz w:val="24"/>
          <w:highlight w:val="lightGray"/>
        </w:rPr>
        <w:t>&lt;&lt;INSERT GRADE&gt;&gt;</w:t>
      </w:r>
      <w:r w:rsidR="00E160AF">
        <w:rPr>
          <w:rFonts w:ascii="Trebuchet MS" w:hAnsi="Trebuchet MS"/>
          <w:sz w:val="24"/>
        </w:rPr>
        <w:t xml:space="preserve"> grade in 2016</w:t>
      </w:r>
      <w:r>
        <w:rPr>
          <w:rFonts w:ascii="Trebuchet MS" w:hAnsi="Trebuchet MS"/>
          <w:sz w:val="24"/>
        </w:rPr>
        <w:t>.</w:t>
      </w:r>
    </w:p>
    <w:p w14:paraId="33946A8F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3451234C" w14:textId="501211C3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Parent’s Name: ___________________________________________</w:t>
      </w:r>
    </w:p>
    <w:p w14:paraId="60403437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1A1FFBAC" w14:textId="18301482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Signature: ________________________________________________</w:t>
      </w:r>
    </w:p>
    <w:p w14:paraId="3506964C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58C0B467" w14:textId="078F7AE0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Phone Number: ____________________________________________</w:t>
      </w:r>
    </w:p>
    <w:p w14:paraId="35A5F20D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3A43B3A4" w14:textId="266986F8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Date: ____________________________________________________</w:t>
      </w:r>
    </w:p>
    <w:p w14:paraId="7A575B5A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40240298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p w14:paraId="7DC6B62E" w14:textId="77777777" w:rsidR="004B5A32" w:rsidRDefault="004B5A32" w:rsidP="004B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rebuchet MS" w:hAnsi="Trebuchet MS"/>
          <w:sz w:val="24"/>
        </w:rPr>
      </w:pPr>
    </w:p>
    <w:sectPr w:rsidR="004B5A32" w:rsidSect="0053253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3506F" w14:textId="77777777" w:rsidR="001331C0" w:rsidRDefault="001331C0" w:rsidP="00184AB8">
      <w:pPr>
        <w:spacing w:after="0" w:line="240" w:lineRule="auto"/>
      </w:pPr>
      <w:r>
        <w:separator/>
      </w:r>
    </w:p>
  </w:endnote>
  <w:endnote w:type="continuationSeparator" w:id="0">
    <w:p w14:paraId="3478F29C" w14:textId="77777777" w:rsidR="001331C0" w:rsidRDefault="001331C0" w:rsidP="0018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B35C4" w14:textId="77777777" w:rsidR="00184AB8" w:rsidRPr="0031436E" w:rsidRDefault="00184AB8" w:rsidP="00184AB8">
    <w:pPr>
      <w:pStyle w:val="Footer"/>
      <w:ind w:left="-851"/>
      <w:rPr>
        <w:rFonts w:ascii="Trebuchet MS" w:hAnsi="Trebuchet MS"/>
        <w:sz w:val="18"/>
      </w:rPr>
    </w:pPr>
    <w:r w:rsidRPr="0031436E">
      <w:rPr>
        <w:rFonts w:ascii="Trebuchet MS" w:hAnsi="Trebuchet MS"/>
        <w:sz w:val="18"/>
      </w:rPr>
      <w:tab/>
      <w:t xml:space="preserve">                            </w:t>
    </w:r>
    <w:r w:rsidR="0031436E">
      <w:rPr>
        <w:rFonts w:ascii="Trebuchet MS" w:hAnsi="Trebuchet MS"/>
        <w:sz w:val="18"/>
      </w:rPr>
      <w:t xml:space="preserve">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C2C15" w14:textId="77777777" w:rsidR="00532530" w:rsidRDefault="00532530" w:rsidP="009C531C">
    <w:pPr>
      <w:pStyle w:val="Footer"/>
      <w:ind w:left="-851"/>
      <w:rPr>
        <w:rFonts w:ascii="Trebuchet MS" w:hAnsi="Trebuchet MS"/>
        <w:sz w:val="18"/>
      </w:rPr>
    </w:pPr>
    <w:r w:rsidRPr="0031436E">
      <w:rPr>
        <w:rFonts w:ascii="Trebuchet MS" w:hAnsi="Trebuchet MS"/>
        <w:noProof/>
        <w:sz w:val="18"/>
        <w:lang w:eastAsia="en-NZ"/>
      </w:rPr>
      <w:drawing>
        <wp:anchor distT="0" distB="0" distL="114300" distR="114300" simplePos="0" relativeHeight="251658240" behindDoc="1" locked="0" layoutInCell="1" allowOverlap="1" wp14:anchorId="3F00FDE1" wp14:editId="24186EBE">
          <wp:simplePos x="0" y="0"/>
          <wp:positionH relativeFrom="margin">
            <wp:posOffset>4800600</wp:posOffset>
          </wp:positionH>
          <wp:positionV relativeFrom="paragraph">
            <wp:posOffset>-400050</wp:posOffset>
          </wp:positionV>
          <wp:extent cx="854965" cy="576000"/>
          <wp:effectExtent l="0" t="0" r="2540" b="0"/>
          <wp:wrapTight wrapText="bothSides">
            <wp:wrapPolygon edited="0">
              <wp:start x="0" y="0"/>
              <wp:lineTo x="0" y="20719"/>
              <wp:lineTo x="21183" y="20719"/>
              <wp:lineTo x="2118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idas-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965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43FCF8" w14:textId="77777777" w:rsidR="009C531C" w:rsidRDefault="00532530" w:rsidP="00532530">
    <w:pPr>
      <w:pStyle w:val="Footer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N</w:t>
    </w:r>
    <w:r w:rsidR="009C531C" w:rsidRPr="0031436E">
      <w:rPr>
        <w:rFonts w:ascii="Trebuchet MS" w:hAnsi="Trebuchet MS"/>
        <w:sz w:val="18"/>
      </w:rPr>
      <w:t xml:space="preserve">ew Zealand Rugby Union | PO Box 2172, Wellington 6140  </w:t>
    </w:r>
  </w:p>
  <w:p w14:paraId="014C79AF" w14:textId="77777777" w:rsidR="009C531C" w:rsidRPr="00532530" w:rsidRDefault="00532530" w:rsidP="00532530">
    <w:pPr>
      <w:pStyle w:val="Footer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allblacks.com | nzrugby.co.nz | facebook.com/</w:t>
    </w:r>
    <w:proofErr w:type="spellStart"/>
    <w:r>
      <w:rPr>
        <w:rFonts w:ascii="Trebuchet MS" w:hAnsi="Trebuchet MS"/>
        <w:sz w:val="18"/>
      </w:rPr>
      <w:t>allblack</w:t>
    </w:r>
    <w:r w:rsidR="009C531C" w:rsidRPr="006501EE">
      <w:rPr>
        <w:rFonts w:ascii="Trebuchet MS" w:hAnsi="Trebuchet MS"/>
        <w:noProof/>
        <w:sz w:val="18"/>
        <w:lang w:eastAsia="en-NZ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85D25DF" wp14:editId="0882B45B">
              <wp:simplePos x="0" y="0"/>
              <wp:positionH relativeFrom="column">
                <wp:posOffset>3600450</wp:posOffset>
              </wp:positionH>
              <wp:positionV relativeFrom="paragraph">
                <wp:posOffset>-40005</wp:posOffset>
              </wp:positionV>
              <wp:extent cx="2360930" cy="1404620"/>
              <wp:effectExtent l="0" t="0" r="0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4DC075" w14:textId="77777777" w:rsidR="009C531C" w:rsidRDefault="009C531C" w:rsidP="009C531C">
                          <w:r w:rsidRPr="0031436E">
                            <w:rPr>
                              <w:rFonts w:ascii="Trebuchet MS" w:hAnsi="Trebuchet MS"/>
                              <w:sz w:val="18"/>
                            </w:rPr>
                            <w:t>Principal Partner of New Zealand Rugby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w14:anchorId="585D25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3.5pt;margin-top:-3.1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" filled="f" stroked="f">
              <v:textbox style="mso-fit-shape-to-text:t">
                <w:txbxContent>
                  <w:p w14:paraId="194DC075" w14:textId="77777777" w:rsidR="009C531C" w:rsidRDefault="009C531C" w:rsidP="009C531C">
                    <w:r w:rsidRPr="0031436E">
                      <w:rPr>
                        <w:rFonts w:ascii="Trebuchet MS" w:hAnsi="Trebuchet MS"/>
                        <w:sz w:val="18"/>
                      </w:rPr>
                      <w:t>Principal Partner of New Zealand Rugby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Trebuchet MS" w:hAnsi="Trebuchet MS"/>
        <w:sz w:val="18"/>
      </w:rPr>
      <w:t>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4852C" w14:textId="77777777" w:rsidR="001331C0" w:rsidRDefault="001331C0" w:rsidP="00184AB8">
      <w:pPr>
        <w:spacing w:after="0" w:line="240" w:lineRule="auto"/>
      </w:pPr>
      <w:r>
        <w:separator/>
      </w:r>
    </w:p>
  </w:footnote>
  <w:footnote w:type="continuationSeparator" w:id="0">
    <w:p w14:paraId="265E7531" w14:textId="77777777" w:rsidR="001331C0" w:rsidRDefault="001331C0" w:rsidP="0018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E74CD" w14:textId="77777777" w:rsidR="00184AB8" w:rsidRDefault="00184AB8">
    <w:pPr>
      <w:pStyle w:val="Header"/>
    </w:pPr>
  </w:p>
  <w:p w14:paraId="0143A049" w14:textId="77777777" w:rsidR="00184AB8" w:rsidRDefault="009C531C" w:rsidP="009C531C">
    <w:pPr>
      <w:pStyle w:val="Header"/>
      <w:tabs>
        <w:tab w:val="clear" w:pos="4513"/>
        <w:tab w:val="clear" w:pos="9026"/>
        <w:tab w:val="left" w:pos="6150"/>
      </w:tabs>
      <w:rPr>
        <w:noProof/>
        <w:lang w:eastAsia="en-NZ"/>
      </w:rPr>
    </w:pPr>
    <w:r>
      <w:rPr>
        <w:noProof/>
        <w:lang w:eastAsia="en-NZ"/>
      </w:rPr>
      <w:tab/>
    </w:r>
  </w:p>
  <w:p w14:paraId="1A68D2C2" w14:textId="77777777" w:rsidR="00184AB8" w:rsidRDefault="00184AB8">
    <w:pPr>
      <w:pStyle w:val="Header"/>
      <w:rPr>
        <w:noProof/>
        <w:lang w:eastAsia="en-NZ"/>
      </w:rPr>
    </w:pPr>
  </w:p>
  <w:p w14:paraId="426A25D5" w14:textId="77777777" w:rsidR="00184AB8" w:rsidRDefault="00184AB8">
    <w:pPr>
      <w:pStyle w:val="Header"/>
      <w:rPr>
        <w:noProof/>
        <w:lang w:eastAsia="en-NZ"/>
      </w:rPr>
    </w:pPr>
  </w:p>
  <w:p w14:paraId="7D3A3B0C" w14:textId="77777777" w:rsidR="00184AB8" w:rsidRDefault="00184AB8">
    <w:pPr>
      <w:pStyle w:val="Header"/>
      <w:rPr>
        <w:noProof/>
        <w:lang w:eastAsia="en-NZ"/>
      </w:rPr>
    </w:pPr>
  </w:p>
  <w:p w14:paraId="3DF83BA3" w14:textId="77777777" w:rsidR="00184AB8" w:rsidRDefault="00184AB8">
    <w:pPr>
      <w:pStyle w:val="Header"/>
      <w:rPr>
        <w:noProof/>
        <w:lang w:eastAsia="en-NZ"/>
      </w:rPr>
    </w:pPr>
  </w:p>
  <w:p w14:paraId="7714B4DA" w14:textId="77777777" w:rsidR="00184AB8" w:rsidRDefault="00184A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ECFE0" w14:textId="77777777" w:rsidR="009C531C" w:rsidRDefault="00532530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2096" behindDoc="1" locked="0" layoutInCell="1" allowOverlap="1" wp14:anchorId="2F92C296" wp14:editId="2C3FC963">
          <wp:simplePos x="0" y="0"/>
          <wp:positionH relativeFrom="margin">
            <wp:posOffset>4597400</wp:posOffset>
          </wp:positionH>
          <wp:positionV relativeFrom="paragraph">
            <wp:posOffset>-200660</wp:posOffset>
          </wp:positionV>
          <wp:extent cx="1004947" cy="828000"/>
          <wp:effectExtent l="0" t="0" r="5080" b="0"/>
          <wp:wrapTight wrapText="bothSides">
            <wp:wrapPolygon edited="0">
              <wp:start x="0" y="0"/>
              <wp:lineTo x="0" y="20887"/>
              <wp:lineTo x="21300" y="20887"/>
              <wp:lineTo x="2130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ZR_logo_BL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947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31C">
      <w:rPr>
        <w:noProof/>
        <w:lang w:eastAsia="en-NZ"/>
      </w:rPr>
      <w:drawing>
        <wp:anchor distT="0" distB="0" distL="114300" distR="114300" simplePos="0" relativeHeight="251653120" behindDoc="1" locked="0" layoutInCell="1" allowOverlap="1" wp14:anchorId="261DAD17" wp14:editId="5B8601D4">
          <wp:simplePos x="0" y="0"/>
          <wp:positionH relativeFrom="margin">
            <wp:align>center</wp:align>
          </wp:positionH>
          <wp:positionV relativeFrom="paragraph">
            <wp:posOffset>856615</wp:posOffset>
          </wp:positionV>
          <wp:extent cx="5868000" cy="31060"/>
          <wp:effectExtent l="0" t="0" r="0" b="7620"/>
          <wp:wrapTight wrapText="bothSides">
            <wp:wrapPolygon edited="0">
              <wp:start x="0" y="0"/>
              <wp:lineTo x="0" y="13500"/>
              <wp:lineTo x="21109" y="13500"/>
              <wp:lineTo x="21109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ZR-Letterhead-ColouredLi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8000" cy="31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31C"/>
    <w:rsid w:val="00001098"/>
    <w:rsid w:val="00015E83"/>
    <w:rsid w:val="00044CAF"/>
    <w:rsid w:val="001331C0"/>
    <w:rsid w:val="00184AB8"/>
    <w:rsid w:val="00192287"/>
    <w:rsid w:val="00253ADE"/>
    <w:rsid w:val="0031436E"/>
    <w:rsid w:val="004B5A32"/>
    <w:rsid w:val="00532530"/>
    <w:rsid w:val="00542A18"/>
    <w:rsid w:val="005838F5"/>
    <w:rsid w:val="00644028"/>
    <w:rsid w:val="006501EE"/>
    <w:rsid w:val="0066738E"/>
    <w:rsid w:val="00715E8E"/>
    <w:rsid w:val="009359AE"/>
    <w:rsid w:val="009C531C"/>
    <w:rsid w:val="00AD18E4"/>
    <w:rsid w:val="00B269D1"/>
    <w:rsid w:val="00B30A33"/>
    <w:rsid w:val="00E160AF"/>
    <w:rsid w:val="00ED4F4A"/>
    <w:rsid w:val="00F061B6"/>
    <w:rsid w:val="00F3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92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028"/>
  </w:style>
  <w:style w:type="paragraph" w:styleId="Heading1">
    <w:name w:val="heading 1"/>
    <w:basedOn w:val="Normal"/>
    <w:next w:val="Normal"/>
    <w:link w:val="Heading1Char"/>
    <w:uiPriority w:val="9"/>
    <w:qFormat/>
    <w:rsid w:val="0064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40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440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AB8"/>
  </w:style>
  <w:style w:type="paragraph" w:styleId="Footer">
    <w:name w:val="footer"/>
    <w:basedOn w:val="Normal"/>
    <w:link w:val="FooterChar"/>
    <w:uiPriority w:val="99"/>
    <w:unhideWhenUsed/>
    <w:rsid w:val="0018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AB8"/>
  </w:style>
  <w:style w:type="paragraph" w:styleId="BalloonText">
    <w:name w:val="Balloon Text"/>
    <w:basedOn w:val="Normal"/>
    <w:link w:val="BalloonTextChar"/>
    <w:uiPriority w:val="99"/>
    <w:semiHidden/>
    <w:unhideWhenUsed/>
    <w:rsid w:val="00184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028"/>
  </w:style>
  <w:style w:type="paragraph" w:styleId="Heading1">
    <w:name w:val="heading 1"/>
    <w:basedOn w:val="Normal"/>
    <w:next w:val="Normal"/>
    <w:link w:val="Heading1Char"/>
    <w:uiPriority w:val="9"/>
    <w:qFormat/>
    <w:rsid w:val="006440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40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440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8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AB8"/>
  </w:style>
  <w:style w:type="paragraph" w:styleId="Footer">
    <w:name w:val="footer"/>
    <w:basedOn w:val="Normal"/>
    <w:link w:val="FooterChar"/>
    <w:uiPriority w:val="99"/>
    <w:unhideWhenUsed/>
    <w:rsid w:val="0018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AB8"/>
  </w:style>
  <w:style w:type="paragraph" w:styleId="BalloonText">
    <w:name w:val="Balloon Text"/>
    <w:basedOn w:val="Normal"/>
    <w:link w:val="BalloonTextChar"/>
    <w:uiPriority w:val="99"/>
    <w:semiHidden/>
    <w:unhideWhenUsed/>
    <w:rsid w:val="00184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ates\NZR-Letterhead-Welling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DBFAB7D37F5B4A9A44B1BAEF386438" ma:contentTypeVersion="5" ma:contentTypeDescription="Create a new document." ma:contentTypeScope="" ma:versionID="ba80634bfae6f74fde8d121b2f324f76">
  <xsd:schema xmlns:xsd="http://www.w3.org/2001/XMLSchema" xmlns:xs="http://www.w3.org/2001/XMLSchema" xmlns:p="http://schemas.microsoft.com/office/2006/metadata/properties" xmlns:ns2="3e25862e-a7f3-4e52-a5f1-1d1628f29a9d" xmlns:ns3="71bcf9ea-60b1-417c-b92a-973f0e9bafca" xmlns:ns4="d30bcb32-c434-43e9-9a66-05d56f7dbec4" targetNamespace="http://schemas.microsoft.com/office/2006/metadata/properties" ma:root="true" ma:fieldsID="d8d256f4dd6049080a4c300cd0d16444" ns2:_="" ns3:_="" ns4:_="">
    <xsd:import namespace="3e25862e-a7f3-4e52-a5f1-1d1628f29a9d"/>
    <xsd:import namespace="71bcf9ea-60b1-417c-b92a-973f0e9bafca"/>
    <xsd:import namespace="d30bcb32-c434-43e9-9a66-05d56f7dbec4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Busines_x0020_Area"/>
                <xsd:element ref="ns3:SharedWithUsers" minOccurs="0"/>
                <xsd:element ref="ns3:SharingHintHash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5862e-a7f3-4e52-a5f1-1d1628f29a9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union memberTypes="dms:Text">
          <xsd:simpleType>
            <xsd:restriction base="dms:Choice">
              <xsd:enumeration value="Policies"/>
              <xsd:enumeration value="Guidelines"/>
              <xsd:enumeration value="Templates"/>
              <xsd:enumeration value="Strategies"/>
              <xsd:enumeration value="Information"/>
              <xsd:enumeration value="Report"/>
              <xsd:enumeration value="Presentations"/>
            </xsd:restriction>
          </xsd:simpleType>
        </xsd:union>
      </xsd:simpleType>
    </xsd:element>
    <xsd:element name="Busines_x0020_Area" ma:index="9" ma:displayName="Business Area" ma:description="Business area of the Organisation this document refers to." ma:format="Dropdown" ma:internalName="Busines_x0020_Area">
      <xsd:simpleType>
        <xsd:union memberTypes="dms:Text">
          <xsd:simpleType>
            <xsd:restriction base="dms:Choice">
              <xsd:enumeration value="Governance"/>
              <xsd:enumeration value="Human Resources"/>
              <xsd:enumeration value="Finance"/>
              <xsd:enumeration value="Regulations"/>
              <xsd:enumeration value="Community Rugby"/>
              <xsd:enumeration value="Operations"/>
              <xsd:enumeration value="High Performanc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cf9ea-60b1-417c-b92a-973f0e9baf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1" nillable="true" ma:displayName="Sharing Hint Hash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bcb32-c434-43e9-9a66-05d56f7dbec4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3e25862e-a7f3-4e52-a5f1-1d1628f29a9d">Templates</Document_x0020_Type>
    <Busines_x0020_Area xmlns="3e25862e-a7f3-4e52-a5f1-1d1628f29a9d">Community Rugby</Busines_x0020_Area>
  </documentManagement>
</p:properties>
</file>

<file path=customXml/itemProps1.xml><?xml version="1.0" encoding="utf-8"?>
<ds:datastoreItem xmlns:ds="http://schemas.openxmlformats.org/officeDocument/2006/customXml" ds:itemID="{E0C6E079-6D5E-4459-9651-58FED7A7ED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1A146-7A0B-4AF3-8952-6F64B2FD9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5862e-a7f3-4e52-a5f1-1d1628f29a9d"/>
    <ds:schemaRef ds:uri="71bcf9ea-60b1-417c-b92a-973f0e9bafca"/>
    <ds:schemaRef ds:uri="d30bcb32-c434-43e9-9a66-05d56f7db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3E468-7B76-4D3D-9F24-AFC3A0640508}">
  <ds:schemaRefs>
    <ds:schemaRef ds:uri="http://schemas.microsoft.com/office/2006/metadata/properties"/>
    <ds:schemaRef ds:uri="http://schemas.microsoft.com/office/infopath/2007/PartnerControls"/>
    <ds:schemaRef ds:uri="3e25862e-a7f3-4e52-a5f1-1d1628f29a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NZR-Letterhead-Wellington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NZR Parent_Guardian Acknowledgement Form</vt:lpstr>
    </vt:vector>
  </TitlesOfParts>
  <Company>NZRU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NZR Parent_Guardian Acknowledgement Form</dc:title>
  <dc:creator>Hilary Sutherland</dc:creator>
  <cp:lastModifiedBy>Bill Heslop</cp:lastModifiedBy>
  <cp:revision>2</cp:revision>
  <dcterms:created xsi:type="dcterms:W3CDTF">2016-03-17T20:20:00Z</dcterms:created>
  <dcterms:modified xsi:type="dcterms:W3CDTF">2016-03-17T20:20:00Z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0x010100F9DBFAB7D37F5B4A9A44B1BAEF386438</vt:lpwstr>
  </property>
</Properties>
</file>